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E55B6" w14:textId="77777777" w:rsidR="000C35D4" w:rsidRDefault="000C35D4" w:rsidP="000C35D4">
      <w:pPr>
        <w:rPr>
          <w:rFonts w:ascii="Times New Roman" w:hAnsi="Times New Roman"/>
          <w:sz w:val="24"/>
          <w:szCs w:val="24"/>
        </w:rPr>
      </w:pPr>
    </w:p>
    <w:p w14:paraId="61C9DC7B" w14:textId="77777777" w:rsidR="000C35D4" w:rsidRPr="000C35D4" w:rsidRDefault="000C35D4" w:rsidP="000C35D4">
      <w:pPr>
        <w:rPr>
          <w:rFonts w:ascii="Times New Roman" w:hAnsi="Times New Roman"/>
          <w:sz w:val="24"/>
          <w:szCs w:val="24"/>
          <w:lang w:val="et-EE"/>
        </w:rPr>
      </w:pPr>
    </w:p>
    <w:p w14:paraId="7FD6A777" w14:textId="3998CC25" w:rsidR="000C35D4" w:rsidRPr="000C35D4" w:rsidRDefault="00A66BD6" w:rsidP="000C35D4">
      <w:pPr>
        <w:spacing w:after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Kaitsevägi</w:t>
      </w:r>
    </w:p>
    <w:p w14:paraId="3C7A25C8" w14:textId="77777777" w:rsidR="002F09EA" w:rsidRDefault="002F09EA" w:rsidP="000C35D4">
      <w:pPr>
        <w:spacing w:after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Juhkentali 58</w:t>
      </w:r>
    </w:p>
    <w:p w14:paraId="4343268F" w14:textId="5967CEE3" w:rsidR="000C35D4" w:rsidRPr="000C35D4" w:rsidRDefault="002F09EA" w:rsidP="000C35D4">
      <w:pPr>
        <w:spacing w:after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15007 TALLINN</w:t>
      </w:r>
      <w:r w:rsidR="000C35D4" w:rsidRPr="000C35D4">
        <w:rPr>
          <w:rFonts w:ascii="Times New Roman" w:hAnsi="Times New Roman"/>
          <w:sz w:val="24"/>
          <w:szCs w:val="24"/>
          <w:lang w:val="et-EE"/>
        </w:rPr>
        <w:tab/>
      </w:r>
      <w:r w:rsidR="000C35D4" w:rsidRPr="000C35D4">
        <w:rPr>
          <w:rFonts w:ascii="Times New Roman" w:hAnsi="Times New Roman"/>
          <w:sz w:val="24"/>
          <w:szCs w:val="24"/>
          <w:lang w:val="et-EE"/>
        </w:rPr>
        <w:tab/>
      </w:r>
      <w:r w:rsidR="000C35D4" w:rsidRPr="000C35D4">
        <w:rPr>
          <w:rFonts w:ascii="Times New Roman" w:hAnsi="Times New Roman"/>
          <w:sz w:val="24"/>
          <w:szCs w:val="24"/>
          <w:lang w:val="et-EE"/>
        </w:rPr>
        <w:tab/>
      </w:r>
      <w:r w:rsidR="000C35D4" w:rsidRPr="000C35D4">
        <w:rPr>
          <w:rFonts w:ascii="Times New Roman" w:hAnsi="Times New Roman"/>
          <w:sz w:val="24"/>
          <w:szCs w:val="24"/>
          <w:lang w:val="et-EE"/>
        </w:rPr>
        <w:tab/>
      </w:r>
      <w:r w:rsidR="000C35D4" w:rsidRPr="000C35D4">
        <w:rPr>
          <w:rFonts w:ascii="Times New Roman" w:hAnsi="Times New Roman"/>
          <w:sz w:val="24"/>
          <w:szCs w:val="24"/>
          <w:lang w:val="et-EE"/>
        </w:rPr>
        <w:tab/>
      </w:r>
      <w:r w:rsidR="000C35D4" w:rsidRPr="000C35D4">
        <w:rPr>
          <w:rFonts w:ascii="Times New Roman" w:hAnsi="Times New Roman"/>
          <w:sz w:val="24"/>
          <w:szCs w:val="24"/>
          <w:lang w:val="et-EE"/>
        </w:rPr>
        <w:tab/>
      </w:r>
      <w:r w:rsidR="009F172A">
        <w:rPr>
          <w:rFonts w:ascii="Times New Roman" w:hAnsi="Times New Roman"/>
          <w:sz w:val="24"/>
          <w:szCs w:val="24"/>
          <w:lang w:val="et-EE"/>
        </w:rPr>
        <w:t>03</w:t>
      </w:r>
      <w:r>
        <w:rPr>
          <w:rFonts w:ascii="Times New Roman" w:hAnsi="Times New Roman"/>
          <w:sz w:val="24"/>
          <w:szCs w:val="24"/>
          <w:lang w:val="et-EE"/>
        </w:rPr>
        <w:t>.0</w:t>
      </w:r>
      <w:r w:rsidR="009F172A">
        <w:rPr>
          <w:rFonts w:ascii="Times New Roman" w:hAnsi="Times New Roman"/>
          <w:sz w:val="24"/>
          <w:szCs w:val="24"/>
          <w:lang w:val="et-EE"/>
        </w:rPr>
        <w:t>3</w:t>
      </w:r>
      <w:r>
        <w:rPr>
          <w:rFonts w:ascii="Times New Roman" w:hAnsi="Times New Roman"/>
          <w:sz w:val="24"/>
          <w:szCs w:val="24"/>
          <w:lang w:val="et-EE"/>
        </w:rPr>
        <w:t>.202</w:t>
      </w:r>
      <w:r w:rsidR="009F172A">
        <w:rPr>
          <w:rFonts w:ascii="Times New Roman" w:hAnsi="Times New Roman"/>
          <w:sz w:val="24"/>
          <w:szCs w:val="24"/>
          <w:lang w:val="et-EE"/>
        </w:rPr>
        <w:t>5</w:t>
      </w:r>
      <w:r w:rsidR="000C35D4" w:rsidRPr="000C35D4">
        <w:rPr>
          <w:rFonts w:ascii="Times New Roman" w:hAnsi="Times New Roman"/>
          <w:sz w:val="24"/>
          <w:szCs w:val="24"/>
          <w:lang w:val="et-EE"/>
        </w:rPr>
        <w:t xml:space="preserve"> nr </w:t>
      </w:r>
      <w:r w:rsidR="005F54A3" w:rsidRPr="005F54A3">
        <w:rPr>
          <w:rFonts w:ascii="Times New Roman" w:hAnsi="Times New Roman"/>
          <w:sz w:val="24"/>
          <w:szCs w:val="24"/>
          <w:lang w:val="et-EE"/>
        </w:rPr>
        <w:t>2-18/PR/7561</w:t>
      </w:r>
    </w:p>
    <w:p w14:paraId="022B2561" w14:textId="77777777" w:rsidR="000C35D4" w:rsidRPr="000C35D4" w:rsidRDefault="000C35D4" w:rsidP="000C35D4">
      <w:pPr>
        <w:rPr>
          <w:rFonts w:ascii="Times New Roman" w:hAnsi="Times New Roman"/>
          <w:sz w:val="24"/>
          <w:szCs w:val="24"/>
          <w:lang w:val="et-EE"/>
        </w:rPr>
      </w:pPr>
    </w:p>
    <w:p w14:paraId="4C459D28" w14:textId="77777777" w:rsidR="000C35D4" w:rsidRPr="000C35D4" w:rsidRDefault="000C35D4" w:rsidP="000C35D4">
      <w:pPr>
        <w:rPr>
          <w:rFonts w:ascii="Times New Roman" w:hAnsi="Times New Roman"/>
          <w:sz w:val="24"/>
          <w:szCs w:val="24"/>
          <w:lang w:val="et-EE"/>
        </w:rPr>
      </w:pPr>
    </w:p>
    <w:p w14:paraId="25AAD3BD" w14:textId="77777777" w:rsidR="000C35D4" w:rsidRPr="000C35D4" w:rsidRDefault="000C35D4" w:rsidP="000C35D4">
      <w:pPr>
        <w:rPr>
          <w:rFonts w:ascii="Times New Roman" w:hAnsi="Times New Roman"/>
          <w:sz w:val="24"/>
          <w:szCs w:val="24"/>
          <w:lang w:val="et-EE"/>
        </w:rPr>
      </w:pPr>
    </w:p>
    <w:p w14:paraId="2589B9BA" w14:textId="47DE881D" w:rsidR="000C35D4" w:rsidRPr="000C35D4" w:rsidRDefault="002F09EA" w:rsidP="000C35D4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Ametiabi taotlus</w:t>
      </w:r>
    </w:p>
    <w:p w14:paraId="2FA6D3A9" w14:textId="77777777" w:rsidR="000C35D4" w:rsidRPr="000C35D4" w:rsidRDefault="000C35D4" w:rsidP="000C35D4">
      <w:pPr>
        <w:rPr>
          <w:rFonts w:ascii="Times New Roman" w:hAnsi="Times New Roman"/>
          <w:sz w:val="24"/>
          <w:szCs w:val="24"/>
          <w:lang w:val="et-EE"/>
        </w:rPr>
      </w:pPr>
    </w:p>
    <w:p w14:paraId="2E12D1FD" w14:textId="38975C17" w:rsidR="000C35D4" w:rsidRDefault="00E107CD" w:rsidP="00465A64">
      <w:pPr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Tartu Ülikool palub võimaldada kasutada alljärgnevate Eesti Mereinstituudi </w:t>
      </w:r>
      <w:r w:rsidR="00F9224E">
        <w:rPr>
          <w:rFonts w:ascii="Times New Roman" w:hAnsi="Times New Roman"/>
          <w:sz w:val="24"/>
          <w:szCs w:val="24"/>
          <w:lang w:val="et-EE"/>
        </w:rPr>
        <w:t xml:space="preserve">esmakordselt </w:t>
      </w:r>
      <w:r>
        <w:rPr>
          <w:rFonts w:ascii="Times New Roman" w:hAnsi="Times New Roman"/>
          <w:sz w:val="24"/>
          <w:szCs w:val="24"/>
          <w:lang w:val="et-EE"/>
        </w:rPr>
        <w:t>sukeldumistöödele asuvate töötajate baro</w:t>
      </w:r>
      <w:r w:rsidR="00E83279">
        <w:rPr>
          <w:rFonts w:ascii="Times New Roman" w:hAnsi="Times New Roman"/>
          <w:sz w:val="24"/>
          <w:szCs w:val="24"/>
          <w:lang w:val="et-EE"/>
        </w:rPr>
        <w:t xml:space="preserve">kambri uuringute </w:t>
      </w:r>
      <w:r>
        <w:rPr>
          <w:rFonts w:ascii="Times New Roman" w:hAnsi="Times New Roman"/>
          <w:sz w:val="24"/>
          <w:szCs w:val="24"/>
          <w:lang w:val="et-EE"/>
        </w:rPr>
        <w:t>läbiviimiseks Kaitseväe barokambrit:</w:t>
      </w:r>
    </w:p>
    <w:p w14:paraId="5972C05C" w14:textId="4F32A538" w:rsidR="000C35D4" w:rsidRDefault="00FA5615" w:rsidP="000C35D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t-EE"/>
        </w:rPr>
      </w:pPr>
      <w:r w:rsidRPr="00FA5615">
        <w:rPr>
          <w:rFonts w:ascii="Times New Roman" w:hAnsi="Times New Roman"/>
          <w:sz w:val="24"/>
          <w:szCs w:val="24"/>
          <w:lang w:val="et-EE"/>
        </w:rPr>
        <w:t>Kätlin Jeedas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107CD">
        <w:rPr>
          <w:rFonts w:ascii="Times New Roman" w:hAnsi="Times New Roman"/>
          <w:sz w:val="24"/>
          <w:szCs w:val="24"/>
          <w:lang w:val="et-EE"/>
        </w:rPr>
        <w:t xml:space="preserve">IK </w:t>
      </w:r>
      <w:r w:rsidR="009F172A" w:rsidRPr="009F172A">
        <w:rPr>
          <w:rFonts w:ascii="Times New Roman" w:hAnsi="Times New Roman"/>
          <w:sz w:val="24"/>
          <w:szCs w:val="24"/>
          <w:lang w:val="et-EE"/>
        </w:rPr>
        <w:t>60102200860</w:t>
      </w:r>
      <w:bookmarkStart w:id="0" w:name="_GoBack"/>
      <w:bookmarkEnd w:id="0"/>
    </w:p>
    <w:p w14:paraId="54EF393F" w14:textId="23419FBA" w:rsidR="0088452C" w:rsidRDefault="00FA5615" w:rsidP="000C35D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t-EE"/>
        </w:rPr>
      </w:pPr>
      <w:r w:rsidRPr="00FA5615">
        <w:rPr>
          <w:rFonts w:ascii="Times New Roman" w:hAnsi="Times New Roman"/>
          <w:sz w:val="24"/>
          <w:szCs w:val="24"/>
          <w:lang w:val="et-EE"/>
        </w:rPr>
        <w:t>Evi Rose Kaasik</w:t>
      </w:r>
      <w:r w:rsidR="009F172A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65A64">
        <w:rPr>
          <w:rFonts w:ascii="Times New Roman" w:hAnsi="Times New Roman"/>
          <w:sz w:val="24"/>
          <w:szCs w:val="24"/>
          <w:lang w:val="et-EE"/>
        </w:rPr>
        <w:t>IK</w:t>
      </w:r>
      <w:r w:rsidR="0088452C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9F172A" w:rsidRPr="009F172A">
        <w:rPr>
          <w:rFonts w:ascii="Times New Roman" w:hAnsi="Times New Roman"/>
          <w:sz w:val="24"/>
          <w:szCs w:val="24"/>
          <w:lang w:val="et-EE"/>
        </w:rPr>
        <w:t>49909080018</w:t>
      </w:r>
    </w:p>
    <w:p w14:paraId="29BCFA7C" w14:textId="40CF80CD" w:rsidR="0088452C" w:rsidRDefault="009F172A" w:rsidP="000C35D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t-EE"/>
        </w:rPr>
      </w:pPr>
      <w:r w:rsidRPr="009F172A">
        <w:rPr>
          <w:rFonts w:ascii="Times New Roman" w:hAnsi="Times New Roman"/>
          <w:sz w:val="24"/>
          <w:szCs w:val="24"/>
          <w:lang w:val="et-EE"/>
        </w:rPr>
        <w:t>Elisa Rajas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88452C">
        <w:rPr>
          <w:rFonts w:ascii="Times New Roman" w:hAnsi="Times New Roman"/>
          <w:sz w:val="24"/>
          <w:szCs w:val="24"/>
          <w:lang w:val="et-EE"/>
        </w:rPr>
        <w:t xml:space="preserve">IK </w:t>
      </w:r>
      <w:r w:rsidRPr="009F172A">
        <w:rPr>
          <w:rFonts w:ascii="Times New Roman" w:hAnsi="Times New Roman"/>
          <w:sz w:val="24"/>
          <w:szCs w:val="24"/>
          <w:lang w:val="et-EE"/>
        </w:rPr>
        <w:t>60101150240</w:t>
      </w:r>
    </w:p>
    <w:p w14:paraId="16C4BD25" w14:textId="0400463F" w:rsidR="0088452C" w:rsidRDefault="009F172A" w:rsidP="000C35D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et-EE"/>
        </w:rPr>
      </w:pPr>
      <w:r w:rsidRPr="009F172A">
        <w:rPr>
          <w:rFonts w:ascii="Times New Roman" w:hAnsi="Times New Roman"/>
          <w:sz w:val="24"/>
          <w:szCs w:val="24"/>
          <w:lang w:val="et-EE"/>
        </w:rPr>
        <w:t>Eliise Uueni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88452C">
        <w:rPr>
          <w:rFonts w:ascii="Times New Roman" w:hAnsi="Times New Roman"/>
          <w:sz w:val="24"/>
          <w:szCs w:val="24"/>
          <w:lang w:val="et-EE"/>
        </w:rPr>
        <w:t>IK</w:t>
      </w:r>
      <w:r w:rsidR="0088452C" w:rsidRPr="009F172A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F172A">
        <w:rPr>
          <w:rFonts w:ascii="Times New Roman" w:hAnsi="Times New Roman"/>
          <w:sz w:val="24"/>
          <w:szCs w:val="24"/>
          <w:lang w:val="et-EE"/>
        </w:rPr>
        <w:t>60009155239</w:t>
      </w:r>
    </w:p>
    <w:p w14:paraId="224A75C5" w14:textId="77777777" w:rsidR="000C35D4" w:rsidRPr="000C35D4" w:rsidRDefault="000C35D4" w:rsidP="000C35D4">
      <w:pPr>
        <w:rPr>
          <w:rFonts w:ascii="Times New Roman" w:hAnsi="Times New Roman"/>
          <w:sz w:val="24"/>
          <w:szCs w:val="24"/>
          <w:lang w:val="et-EE"/>
        </w:rPr>
      </w:pPr>
    </w:p>
    <w:p w14:paraId="1D94D312" w14:textId="77777777" w:rsidR="000C35D4" w:rsidRPr="000C35D4" w:rsidRDefault="000C35D4" w:rsidP="00E107CD">
      <w:pPr>
        <w:spacing w:after="0"/>
        <w:rPr>
          <w:rFonts w:ascii="Times New Roman" w:hAnsi="Times New Roman"/>
          <w:sz w:val="24"/>
          <w:szCs w:val="24"/>
          <w:lang w:val="et-EE"/>
        </w:rPr>
      </w:pPr>
      <w:r w:rsidRPr="000C35D4">
        <w:rPr>
          <w:rFonts w:ascii="Times New Roman" w:hAnsi="Times New Roman"/>
          <w:sz w:val="24"/>
          <w:szCs w:val="24"/>
          <w:lang w:val="et-EE"/>
        </w:rPr>
        <w:t>Lugupidamisega</w:t>
      </w:r>
    </w:p>
    <w:p w14:paraId="71721E78" w14:textId="77777777" w:rsidR="000C35D4" w:rsidRPr="000C35D4" w:rsidRDefault="000C35D4" w:rsidP="00E107CD">
      <w:pPr>
        <w:spacing w:after="0"/>
        <w:rPr>
          <w:rFonts w:ascii="Times New Roman" w:hAnsi="Times New Roman"/>
          <w:sz w:val="24"/>
          <w:szCs w:val="24"/>
          <w:lang w:val="et-EE"/>
        </w:rPr>
      </w:pPr>
    </w:p>
    <w:p w14:paraId="440F199D" w14:textId="5B2894A8" w:rsidR="000C35D4" w:rsidRPr="00E107CD" w:rsidRDefault="00E107CD" w:rsidP="00E107CD">
      <w:pPr>
        <w:spacing w:after="0"/>
        <w:rPr>
          <w:rFonts w:ascii="Times New Roman" w:hAnsi="Times New Roman"/>
          <w:i/>
          <w:sz w:val="24"/>
          <w:szCs w:val="24"/>
          <w:lang w:val="et-EE"/>
        </w:rPr>
      </w:pPr>
      <w:r w:rsidRPr="00E107CD">
        <w:rPr>
          <w:rFonts w:ascii="Times New Roman" w:hAnsi="Times New Roman"/>
          <w:i/>
          <w:sz w:val="24"/>
          <w:szCs w:val="24"/>
          <w:lang w:val="et-EE"/>
        </w:rPr>
        <w:t>/allkirjastatud digitaalselt/</w:t>
      </w:r>
    </w:p>
    <w:p w14:paraId="29F5F4EF" w14:textId="77777777" w:rsidR="00E107CD" w:rsidRDefault="00E107CD" w:rsidP="00E107CD">
      <w:pPr>
        <w:spacing w:after="0"/>
        <w:rPr>
          <w:rFonts w:ascii="Times New Roman" w:hAnsi="Times New Roman"/>
          <w:sz w:val="24"/>
          <w:szCs w:val="24"/>
          <w:lang w:val="et-EE"/>
        </w:rPr>
      </w:pPr>
    </w:p>
    <w:p w14:paraId="1AD7F9D5" w14:textId="0846F94D" w:rsidR="000C35D4" w:rsidRDefault="00465A64" w:rsidP="00E107CD">
      <w:pPr>
        <w:spacing w:after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Triin Terasmaa</w:t>
      </w:r>
    </w:p>
    <w:p w14:paraId="1CE8D0E2" w14:textId="4D46540A" w:rsidR="002F09EA" w:rsidRDefault="002F09EA" w:rsidP="00E107CD">
      <w:pPr>
        <w:spacing w:after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Töökeskkonna peaspetsialist</w:t>
      </w:r>
    </w:p>
    <w:p w14:paraId="1E1C8133" w14:textId="380B7131" w:rsidR="002F09EA" w:rsidRPr="000C35D4" w:rsidRDefault="00465A64" w:rsidP="000C35D4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Tel </w:t>
      </w:r>
      <w:r w:rsidR="002F09EA">
        <w:rPr>
          <w:rFonts w:ascii="Times New Roman" w:hAnsi="Times New Roman"/>
          <w:sz w:val="24"/>
          <w:szCs w:val="24"/>
          <w:lang w:val="et-EE"/>
        </w:rPr>
        <w:t>737 5148</w:t>
      </w:r>
    </w:p>
    <w:p w14:paraId="6A98271C" w14:textId="77777777" w:rsidR="000C35D4" w:rsidRPr="000C35D4" w:rsidRDefault="000C35D4" w:rsidP="000C35D4">
      <w:pPr>
        <w:rPr>
          <w:lang w:val="et-EE"/>
        </w:rPr>
      </w:pPr>
    </w:p>
    <w:p w14:paraId="6A2148FE" w14:textId="77777777" w:rsidR="000C35D4" w:rsidRPr="000C35D4" w:rsidRDefault="000C35D4" w:rsidP="000C35D4">
      <w:pPr>
        <w:rPr>
          <w:lang w:val="et-EE"/>
        </w:rPr>
      </w:pPr>
    </w:p>
    <w:p w14:paraId="220CBDDB" w14:textId="79FD9FD1" w:rsidR="00B60406" w:rsidRPr="000C35D4" w:rsidRDefault="00B60406" w:rsidP="00157CDD">
      <w:pPr>
        <w:spacing w:after="0"/>
        <w:rPr>
          <w:lang w:val="et-EE"/>
        </w:rPr>
      </w:pPr>
    </w:p>
    <w:p w14:paraId="7503565A" w14:textId="60068EEC" w:rsidR="00DB3C3B" w:rsidRDefault="0025020B" w:rsidP="00DB3C3B">
      <w:pPr>
        <w:pStyle w:val="BodyText"/>
        <w:rPr>
          <w:lang w:val="et-EE"/>
        </w:rPr>
      </w:pPr>
      <w:r w:rsidRPr="0025548B">
        <w:rPr>
          <w:noProof/>
          <w:szCs w:val="24"/>
          <w:lang w:val="et-EE" w:eastAsia="et-EE"/>
        </w:rPr>
        <w:drawing>
          <wp:anchor distT="0" distB="0" distL="114300" distR="114300" simplePos="0" relativeHeight="251660287" behindDoc="0" locked="0" layoutInCell="1" allowOverlap="1" wp14:anchorId="732B7F0E" wp14:editId="66B6268F">
            <wp:simplePos x="0" y="0"/>
            <wp:positionH relativeFrom="margin">
              <wp:align>left</wp:align>
            </wp:positionH>
            <wp:positionV relativeFrom="page">
              <wp:posOffset>431800</wp:posOffset>
            </wp:positionV>
            <wp:extent cx="2556000" cy="450000"/>
            <wp:effectExtent l="0" t="0" r="0" b="7620"/>
            <wp:wrapTopAndBottom/>
            <wp:docPr id="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450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C3B" w:rsidRPr="00DB3C3B">
        <w:rPr>
          <w:lang w:val="et-EE"/>
        </w:rPr>
        <w:t xml:space="preserve"> </w:t>
      </w:r>
    </w:p>
    <w:p w14:paraId="73E2D4B1" w14:textId="1E6FFB26" w:rsidR="00DB3C3B" w:rsidRPr="00B77F4F" w:rsidRDefault="00DB3C3B" w:rsidP="008A69BE">
      <w:pPr>
        <w:pStyle w:val="BodyText"/>
        <w:ind w:firstLine="708"/>
        <w:jc w:val="right"/>
      </w:pPr>
      <w:r>
        <w:rPr>
          <w:lang w:val="et-EE"/>
        </w:rPr>
        <w:t xml:space="preserve">  </w:t>
      </w:r>
    </w:p>
    <w:p w14:paraId="4B861DA1" w14:textId="4E2177F2" w:rsidR="00FA44B1" w:rsidRDefault="00FA44B1" w:rsidP="00DB3C3B">
      <w:pPr>
        <w:pStyle w:val="BodyText"/>
        <w:rPr>
          <w:lang w:val="et-EE"/>
        </w:rPr>
      </w:pPr>
    </w:p>
    <w:sectPr w:rsidR="00FA44B1" w:rsidSect="00E33397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680" w:right="851" w:bottom="680" w:left="1701" w:header="680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EFC18" w14:textId="77777777" w:rsidR="009B4EB5" w:rsidRDefault="009B4EB5">
      <w:pPr>
        <w:spacing w:after="0"/>
      </w:pPr>
      <w:r>
        <w:separator/>
      </w:r>
    </w:p>
  </w:endnote>
  <w:endnote w:type="continuationSeparator" w:id="0">
    <w:p w14:paraId="3F14295F" w14:textId="77777777" w:rsidR="009B4EB5" w:rsidRDefault="009B4E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BCFD8" w14:textId="6825355B" w:rsidR="00CB355B" w:rsidRDefault="00CB355B">
    <w:pPr>
      <w:pStyle w:val="Footer"/>
      <w:jc w:val="center"/>
    </w:pP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0F4822">
      <w:rPr>
        <w:bCs/>
        <w:noProof/>
      </w:rPr>
      <w:t>2</w:t>
    </w:r>
    <w:r>
      <w:rPr>
        <w:bCs/>
      </w:rPr>
      <w:fldChar w:fldCharType="end"/>
    </w:r>
    <w:r>
      <w:rPr>
        <w:bCs/>
        <w:sz w:val="24"/>
        <w:szCs w:val="24"/>
      </w:rPr>
      <w:t xml:space="preserve"> </w:t>
    </w:r>
    <w:r>
      <w:t>(</w: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DB3C3B">
      <w:rPr>
        <w:bCs/>
        <w:noProof/>
      </w:rPr>
      <w:t>1</w:t>
    </w:r>
    <w:r>
      <w:rPr>
        <w:bCs/>
      </w:rPr>
      <w:fldChar w:fldCharType="end"/>
    </w:r>
    <w:r>
      <w:rPr>
        <w:bCs/>
        <w:sz w:val="24"/>
        <w:szCs w:val="24"/>
      </w:rPr>
      <w:t>)</w:t>
    </w:r>
  </w:p>
  <w:p w14:paraId="79A2B0A7" w14:textId="77777777" w:rsidR="00D858BE" w:rsidRDefault="00D858BE"/>
  <w:p w14:paraId="7199F3AB" w14:textId="77777777" w:rsidR="00D858BE" w:rsidRDefault="00D858BE"/>
  <w:p w14:paraId="38350474" w14:textId="77777777" w:rsidR="00D858BE" w:rsidRDefault="00D858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F80CA" w14:textId="77777777" w:rsidR="00CB355B" w:rsidRPr="00D428D9" w:rsidRDefault="00042FE7" w:rsidP="00042FE7">
    <w:pPr>
      <w:pStyle w:val="Footer"/>
      <w:rPr>
        <w:rFonts w:ascii="Times New Roman" w:hAnsi="Times New Roman"/>
        <w:lang w:val="et-EE"/>
      </w:rPr>
    </w:pPr>
    <w:r w:rsidRPr="00D428D9">
      <w:rPr>
        <w:rFonts w:ascii="Times New Roman" w:hAnsi="Times New Roman"/>
        <w:lang w:val="et-EE"/>
      </w:rPr>
      <w:t xml:space="preserve">Ülikooli 18, 50090 Tartu | 737 5100 | </w:t>
    </w:r>
    <w:hyperlink r:id="rId1" w:history="1">
      <w:r w:rsidRPr="00D428D9">
        <w:rPr>
          <w:rStyle w:val="Hyperlink"/>
          <w:rFonts w:ascii="Times New Roman" w:hAnsi="Times New Roman"/>
          <w:lang w:val="et-EE"/>
        </w:rPr>
        <w:t>info@ut.ee</w:t>
      </w:r>
    </w:hyperlink>
    <w:r w:rsidRPr="00D428D9">
      <w:rPr>
        <w:rFonts w:ascii="Times New Roman" w:hAnsi="Times New Roman"/>
        <w:lang w:val="et-EE"/>
      </w:rPr>
      <w:t xml:space="preserve"> | </w:t>
    </w:r>
    <w:hyperlink r:id="rId2" w:history="1">
      <w:r w:rsidRPr="00D428D9">
        <w:rPr>
          <w:rStyle w:val="Hyperlink"/>
          <w:rFonts w:ascii="Times New Roman" w:hAnsi="Times New Roman"/>
          <w:lang w:val="et-EE"/>
        </w:rPr>
        <w:t>www.ut.ee</w:t>
      </w:r>
    </w:hyperlink>
    <w:r w:rsidRPr="00D428D9">
      <w:rPr>
        <w:rFonts w:ascii="Times New Roman" w:hAnsi="Times New Roman"/>
        <w:lang w:val="et-EE"/>
      </w:rPr>
      <w:t xml:space="preserve"> | Registrikood 74001073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62812" w14:textId="77777777" w:rsidR="009B4EB5" w:rsidRDefault="009B4EB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265D1AA" w14:textId="77777777" w:rsidR="009B4EB5" w:rsidRDefault="009B4E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F4904" w14:textId="77777777" w:rsidR="00CB355B" w:rsidRDefault="00CB355B">
    <w:pPr>
      <w:pStyle w:val="Header"/>
      <w:jc w:val="center"/>
      <w:rPr>
        <w:rFonts w:ascii="Times New Roman" w:hAnsi="Times New Roman"/>
      </w:rPr>
    </w:pPr>
  </w:p>
  <w:p w14:paraId="465E9E47" w14:textId="77777777" w:rsidR="00D858BE" w:rsidRDefault="00D858BE"/>
  <w:p w14:paraId="4F585356" w14:textId="77777777" w:rsidR="00D858BE" w:rsidRDefault="00D858BE"/>
  <w:p w14:paraId="2DA857C3" w14:textId="77777777" w:rsidR="00D858BE" w:rsidRDefault="00D858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EEF1" w14:textId="77777777" w:rsidR="00CB355B" w:rsidRDefault="00CB355B" w:rsidP="00AF097F">
    <w:pPr>
      <w:pStyle w:val="Header"/>
    </w:pPr>
  </w:p>
  <w:p w14:paraId="63B18E5B" w14:textId="77777777" w:rsidR="00CB355B" w:rsidRDefault="00CB355B" w:rsidP="00042FE7">
    <w:pPr>
      <w:pStyle w:val="Header"/>
    </w:pPr>
  </w:p>
  <w:p w14:paraId="2DAF2E2C" w14:textId="77777777" w:rsidR="00E33397" w:rsidRDefault="00E33397" w:rsidP="00042FE7">
    <w:pPr>
      <w:pStyle w:val="Header"/>
    </w:pPr>
  </w:p>
  <w:p w14:paraId="348B2427" w14:textId="77777777" w:rsidR="00E33397" w:rsidRDefault="00E33397" w:rsidP="00042FE7">
    <w:pPr>
      <w:pStyle w:val="Header"/>
    </w:pPr>
  </w:p>
  <w:p w14:paraId="58F6C1A9" w14:textId="77777777" w:rsidR="00E33397" w:rsidRDefault="00E33397" w:rsidP="00042F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33156"/>
    <w:multiLevelType w:val="hybridMultilevel"/>
    <w:tmpl w:val="1D98D4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E33"/>
    <w:rsid w:val="00012C1B"/>
    <w:rsid w:val="000157A5"/>
    <w:rsid w:val="00042FE7"/>
    <w:rsid w:val="00071470"/>
    <w:rsid w:val="00090B22"/>
    <w:rsid w:val="000C35D4"/>
    <w:rsid w:val="000D38DC"/>
    <w:rsid w:val="000F40D9"/>
    <w:rsid w:val="000F4822"/>
    <w:rsid w:val="000F5F05"/>
    <w:rsid w:val="00113378"/>
    <w:rsid w:val="001225F0"/>
    <w:rsid w:val="0013729B"/>
    <w:rsid w:val="0015135E"/>
    <w:rsid w:val="00157CDD"/>
    <w:rsid w:val="00167A4D"/>
    <w:rsid w:val="001735A0"/>
    <w:rsid w:val="001A0348"/>
    <w:rsid w:val="001E3AF7"/>
    <w:rsid w:val="002158D0"/>
    <w:rsid w:val="0021791B"/>
    <w:rsid w:val="002221A1"/>
    <w:rsid w:val="00227AC6"/>
    <w:rsid w:val="0025020B"/>
    <w:rsid w:val="0025548B"/>
    <w:rsid w:val="0026224E"/>
    <w:rsid w:val="00266A45"/>
    <w:rsid w:val="002C52B4"/>
    <w:rsid w:val="002C58DB"/>
    <w:rsid w:val="002C62ED"/>
    <w:rsid w:val="002F09EA"/>
    <w:rsid w:val="00302E1D"/>
    <w:rsid w:val="00323D6A"/>
    <w:rsid w:val="00331D95"/>
    <w:rsid w:val="00356C5A"/>
    <w:rsid w:val="00375472"/>
    <w:rsid w:val="003B04BB"/>
    <w:rsid w:val="003B227A"/>
    <w:rsid w:val="003C6B80"/>
    <w:rsid w:val="003E139B"/>
    <w:rsid w:val="0043682C"/>
    <w:rsid w:val="00442225"/>
    <w:rsid w:val="00453B33"/>
    <w:rsid w:val="00465A64"/>
    <w:rsid w:val="004D7F0D"/>
    <w:rsid w:val="00526BCC"/>
    <w:rsid w:val="00551A6D"/>
    <w:rsid w:val="00553F9C"/>
    <w:rsid w:val="00567BA2"/>
    <w:rsid w:val="005B1ABD"/>
    <w:rsid w:val="005E14A3"/>
    <w:rsid w:val="005F54A3"/>
    <w:rsid w:val="00624097"/>
    <w:rsid w:val="00646084"/>
    <w:rsid w:val="00684FC2"/>
    <w:rsid w:val="006C5AAA"/>
    <w:rsid w:val="00701356"/>
    <w:rsid w:val="007270EA"/>
    <w:rsid w:val="007276F3"/>
    <w:rsid w:val="00760D88"/>
    <w:rsid w:val="00763AF6"/>
    <w:rsid w:val="00765B3B"/>
    <w:rsid w:val="007742B4"/>
    <w:rsid w:val="007C0354"/>
    <w:rsid w:val="007E057E"/>
    <w:rsid w:val="00826D3E"/>
    <w:rsid w:val="00830719"/>
    <w:rsid w:val="00836997"/>
    <w:rsid w:val="008433E9"/>
    <w:rsid w:val="00850C10"/>
    <w:rsid w:val="0087661D"/>
    <w:rsid w:val="008835EC"/>
    <w:rsid w:val="0088452C"/>
    <w:rsid w:val="00892BE1"/>
    <w:rsid w:val="008A69BE"/>
    <w:rsid w:val="008B0F0E"/>
    <w:rsid w:val="008E4B10"/>
    <w:rsid w:val="00902EFC"/>
    <w:rsid w:val="0090326E"/>
    <w:rsid w:val="009150E1"/>
    <w:rsid w:val="0093462E"/>
    <w:rsid w:val="00982E56"/>
    <w:rsid w:val="009A1E00"/>
    <w:rsid w:val="009B4EB5"/>
    <w:rsid w:val="009C278B"/>
    <w:rsid w:val="009F172A"/>
    <w:rsid w:val="00A425BC"/>
    <w:rsid w:val="00A427C5"/>
    <w:rsid w:val="00A66BD6"/>
    <w:rsid w:val="00A76444"/>
    <w:rsid w:val="00A95818"/>
    <w:rsid w:val="00AB0B4A"/>
    <w:rsid w:val="00AE6588"/>
    <w:rsid w:val="00AF097F"/>
    <w:rsid w:val="00B226C8"/>
    <w:rsid w:val="00B2286B"/>
    <w:rsid w:val="00B26EC2"/>
    <w:rsid w:val="00B44540"/>
    <w:rsid w:val="00B512ED"/>
    <w:rsid w:val="00B60397"/>
    <w:rsid w:val="00B60406"/>
    <w:rsid w:val="00B6489D"/>
    <w:rsid w:val="00B774DE"/>
    <w:rsid w:val="00BA553F"/>
    <w:rsid w:val="00BC5655"/>
    <w:rsid w:val="00BD548B"/>
    <w:rsid w:val="00BE6537"/>
    <w:rsid w:val="00C54FB5"/>
    <w:rsid w:val="00C83E06"/>
    <w:rsid w:val="00C93851"/>
    <w:rsid w:val="00CB355B"/>
    <w:rsid w:val="00CC0698"/>
    <w:rsid w:val="00CD550F"/>
    <w:rsid w:val="00CE072B"/>
    <w:rsid w:val="00CE4F59"/>
    <w:rsid w:val="00CF48E4"/>
    <w:rsid w:val="00D428D9"/>
    <w:rsid w:val="00D44858"/>
    <w:rsid w:val="00D858BE"/>
    <w:rsid w:val="00DA46D1"/>
    <w:rsid w:val="00DA79DF"/>
    <w:rsid w:val="00DB3C3B"/>
    <w:rsid w:val="00DB6749"/>
    <w:rsid w:val="00DC787F"/>
    <w:rsid w:val="00DD0B4C"/>
    <w:rsid w:val="00E107CD"/>
    <w:rsid w:val="00E219FA"/>
    <w:rsid w:val="00E304CE"/>
    <w:rsid w:val="00E33397"/>
    <w:rsid w:val="00E3537E"/>
    <w:rsid w:val="00E83279"/>
    <w:rsid w:val="00ED1E33"/>
    <w:rsid w:val="00ED5463"/>
    <w:rsid w:val="00F00BCA"/>
    <w:rsid w:val="00F431C6"/>
    <w:rsid w:val="00F43D36"/>
    <w:rsid w:val="00F9224E"/>
    <w:rsid w:val="00FA13E1"/>
    <w:rsid w:val="00FA44B1"/>
    <w:rsid w:val="00FA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24757B"/>
  <w15:docId w15:val="{5B30732B-B193-4612-8F0B-3FFDC178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aliases w:val="Pealkiri"/>
    <w:basedOn w:val="Normal"/>
    <w:next w:val="Normal"/>
    <w:link w:val="Heading1Char"/>
    <w:autoRedefine/>
    <w:uiPriority w:val="9"/>
    <w:qFormat/>
    <w:rsid w:val="00CD550F"/>
    <w:pPr>
      <w:keepNext/>
      <w:keepLines/>
      <w:spacing w:after="480"/>
      <w:ind w:right="4944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5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Pealkiri Char"/>
    <w:basedOn w:val="DefaultParagraphFont"/>
    <w:link w:val="Heading1"/>
    <w:uiPriority w:val="9"/>
    <w:rsid w:val="00CD550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NoSpacing">
    <w:name w:val="No Spacing"/>
    <w:aliases w:val="Sisu"/>
    <w:autoRedefine/>
    <w:uiPriority w:val="1"/>
    <w:rsid w:val="00BE6537"/>
    <w:pPr>
      <w:suppressAutoHyphens/>
      <w:spacing w:after="0"/>
      <w:ind w:left="-108"/>
    </w:pPr>
    <w:rPr>
      <w:rFonts w:ascii="Times New Roman" w:hAnsi="Times New Roman"/>
      <w:color w:val="000000" w:themeColor="text1"/>
      <w:sz w:val="24"/>
      <w:lang w:val="et-EE"/>
    </w:rPr>
  </w:style>
  <w:style w:type="table" w:styleId="TableGrid">
    <w:name w:val="Table Grid"/>
    <w:basedOn w:val="TableNormal"/>
    <w:uiPriority w:val="39"/>
    <w:rsid w:val="000D38D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CB35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5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ekst">
    <w:name w:val="Tekst"/>
    <w:basedOn w:val="Normal"/>
    <w:link w:val="TekstChar"/>
    <w:qFormat/>
    <w:rsid w:val="00763AF6"/>
    <w:pPr>
      <w:spacing w:after="0"/>
      <w:jc w:val="both"/>
    </w:pPr>
    <w:rPr>
      <w:rFonts w:ascii="Times New Roman" w:hAnsi="Times New Roman"/>
      <w:color w:val="000000" w:themeColor="text1"/>
      <w:sz w:val="24"/>
      <w:szCs w:val="24"/>
    </w:rPr>
  </w:style>
  <w:style w:type="paragraph" w:customStyle="1" w:styleId="Standard">
    <w:name w:val="Standard"/>
    <w:rsid w:val="00DB6749"/>
    <w:pPr>
      <w:widowControl w:val="0"/>
      <w:suppressAutoHyphens/>
      <w:spacing w:after="0" w:line="238" w:lineRule="exact"/>
    </w:pPr>
    <w:rPr>
      <w:rFonts w:ascii="Roboto Condensed" w:eastAsia="SimSun" w:hAnsi="Roboto Condensed" w:cs="Mangal"/>
      <w:kern w:val="3"/>
      <w:sz w:val="24"/>
      <w:szCs w:val="24"/>
      <w:lang w:val="et-EE" w:eastAsia="zh-CN" w:bidi="hi-IN"/>
    </w:rPr>
  </w:style>
  <w:style w:type="character" w:customStyle="1" w:styleId="TekstChar">
    <w:name w:val="Tekst Char"/>
    <w:basedOn w:val="DefaultParagraphFont"/>
    <w:link w:val="Tekst"/>
    <w:rsid w:val="00763AF6"/>
    <w:rPr>
      <w:rFonts w:ascii="Times New Roman" w:hAnsi="Times New Roman"/>
      <w:color w:val="000000" w:themeColor="text1"/>
      <w:sz w:val="24"/>
      <w:szCs w:val="24"/>
    </w:rPr>
  </w:style>
  <w:style w:type="paragraph" w:customStyle="1" w:styleId="Allkirjastatud">
    <w:name w:val="Allkirjastatud"/>
    <w:basedOn w:val="Standard"/>
    <w:next w:val="Standard"/>
    <w:rsid w:val="00DB6749"/>
  </w:style>
  <w:style w:type="paragraph" w:styleId="BodyText">
    <w:name w:val="Body Text"/>
    <w:basedOn w:val="Normal"/>
    <w:link w:val="BodyTextChar"/>
    <w:rsid w:val="00FA44B1"/>
    <w:pPr>
      <w:suppressAutoHyphens w:val="0"/>
      <w:autoSpaceDN/>
      <w:spacing w:after="0"/>
      <w:textAlignment w:val="auto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FA44B1"/>
    <w:rPr>
      <w:rFonts w:ascii="Times New Roman" w:eastAsia="Times New Roman" w:hAnsi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10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1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1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2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271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85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7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6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543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68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37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134747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16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2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00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7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58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5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52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35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32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2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08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941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91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3163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87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6968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6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7263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90837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09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1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97979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0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20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5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69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3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629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99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44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4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95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642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8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07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02578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4507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03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1732642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3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1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2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44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699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7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70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4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0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14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272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21215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1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5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7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2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05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17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59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0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00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86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383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7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9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98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82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2177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17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492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35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574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08078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406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29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8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98784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1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41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69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95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0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95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26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899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80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3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1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56787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03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36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43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722902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494441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9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281861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8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17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140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84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3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68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763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594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71752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20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3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8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1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0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00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4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45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0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506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47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94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986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27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5366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322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949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782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7230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7252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5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388854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83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3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9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0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61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98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30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03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3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5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6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57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14063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04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91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197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75440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9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581421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5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1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9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03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8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0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40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98071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0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79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92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23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66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5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01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4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75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9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211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26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21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32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18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8508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92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227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2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985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6929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90758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9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43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770050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4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9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88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0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877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3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909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10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6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2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2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32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06639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6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56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3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82031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52479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48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179312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7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t.ee" TargetMode="External"/><Relationship Id="rId1" Type="http://schemas.openxmlformats.org/officeDocument/2006/relationships/hyperlink" Target="mailto:info@u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ell\Desktop\&#220;likooli%20plangid%202018\plank%20est.od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A98F9-EE98-4A7B-B248-6040F358E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plank est</Template>
  <TotalTime>20</TotalTime>
  <Pages>1</Pages>
  <Words>74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helen.laube@ut.ee</dc:creator>
  <dc:description/>
  <cp:lastModifiedBy>Triin Terasmaa</cp:lastModifiedBy>
  <cp:revision>4</cp:revision>
  <cp:lastPrinted>2021-07-22T06:44:00Z</cp:lastPrinted>
  <dcterms:created xsi:type="dcterms:W3CDTF">2025-03-03T14:05:00Z</dcterms:created>
  <dcterms:modified xsi:type="dcterms:W3CDTF">2025-03-03T14:25:00Z</dcterms:modified>
</cp:coreProperties>
</file>